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E36" w:rsidRPr="00114E36" w:rsidRDefault="00114E36" w:rsidP="00114E36">
      <w:pPr>
        <w:jc w:val="right"/>
        <w:rPr>
          <w:sz w:val="28"/>
          <w:szCs w:val="28"/>
        </w:rPr>
      </w:pPr>
      <w:r w:rsidRPr="00114E36">
        <w:rPr>
          <w:b/>
          <w:caps/>
          <w:sz w:val="28"/>
          <w:szCs w:val="28"/>
        </w:rPr>
        <w:t>проект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665B4E" w:rsidTr="00AE5902">
        <w:trPr>
          <w:trHeight w:hRule="exact" w:val="1928"/>
        </w:trPr>
        <w:tc>
          <w:tcPr>
            <w:tcW w:w="9854" w:type="dxa"/>
            <w:gridSpan w:val="5"/>
          </w:tcPr>
          <w:p w:rsidR="00665B4E" w:rsidRPr="00AE5902" w:rsidRDefault="00665B4E" w:rsidP="00114E36">
            <w:pPr>
              <w:jc w:val="center"/>
              <w:rPr>
                <w:caps/>
              </w:rPr>
            </w:pPr>
            <w:r w:rsidRPr="0087273A">
              <w:rPr>
                <w:caps/>
              </w:rPr>
              <w:t>Российская Федерация</w:t>
            </w:r>
          </w:p>
          <w:p w:rsidR="00665B4E" w:rsidRPr="00AE5902" w:rsidRDefault="00665B4E" w:rsidP="00F6186F">
            <w:pPr>
              <w:jc w:val="center"/>
              <w:rPr>
                <w:caps/>
              </w:rPr>
            </w:pPr>
            <w:r w:rsidRPr="0087273A">
              <w:rPr>
                <w:caps/>
              </w:rPr>
              <w:t>Иркутская область</w:t>
            </w:r>
            <w:r w:rsidR="00AE5902" w:rsidRPr="00AE5902">
              <w:rPr>
                <w:caps/>
              </w:rPr>
              <w:br/>
            </w:r>
            <w:r w:rsidR="00AE5902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87273A" w:rsidRDefault="008548CA" w:rsidP="00F6186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72C64C1F" wp14:editId="3C632C43">
                      <wp:extent cx="535940" cy="668020"/>
                      <wp:effectExtent l="9525" t="19050" r="6985" b="8255"/>
                      <wp:docPr id="1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16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group w14:anchorId="4D50DBB6"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2RcIA&#10;AADbAAAADwAAAGRycy9kb3ducmV2LnhtbERPzWqDQBC+F/oOyxRyKXFND9KarGICllDwUJsHGNyp&#10;St1ZcTfR5OmzhUJv8/H9zi5fzCAuNLnesoJNFIMgbqzuuVVw+irXryCcR9Y4WCYFV3KQZ48PO0y1&#10;nfmTLrVvRQhhl6KCzvsxldI1HRl0kR2JA/dtJ4M+wKmVesI5hJtBvsRxIg32HBo6HOnQUfNTn42C&#10;guq3G4+l+Sj283Ol+7o6vV+VWj0txRaEp8X/i//cRx3mJ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TZFwgAAANsAAAAPAAAAAAAAAAAAAAAAAJgCAABkcnMvZG93&#10;bnJldi54bWxQSwUGAAAAAAQABAD1AAAAhwMAAAAA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NZkcAA&#10;AADbAAAADwAAAGRycy9kb3ducmV2LnhtbERPS4vCMBC+C/sfwix403SFqluNsisI6s3XYW9DM7Zl&#10;m0lp0of/3giCt/n4nrNc96YULdWusKzgaxyBIE6tLjhTcDlvR3MQziNrLC2Tgjs5WK8+BktMtO34&#10;SO3JZyKEsEtQQe59lUjp0pwMurGtiAN3s7VBH2CdSV1jF8JNKSdRNJUGCw4NOVa0ySn9PzVGQben&#10;ezfRVzn/3RzitvmLm+9LrNTws/9ZgPDU+7f45d7pMH8Gz1/C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NZkcAAAADbAAAADwAAAAAAAAAAAAAAAACYAgAAZHJzL2Rvd25y&#10;ZXYueG1sUEsFBgAAAAAEAAQA9QAAAIUDAAAAAA==&#10;" path="m,1440r1389,l1389,,,,,1440r,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7AcQA&#10;AADbAAAADwAAAGRycy9kb3ducmV2LnhtbESPQWvCQBCF7wX/wzKCt7oxYKnRVaRFEHpq6sXbkB2z&#10;0exszK6a9td3DoXeZnhv3vtmtRl8q+7Uxyawgdk0A0VcBdtwbeDwtXt+BRUTssU2MBn4pgib9ehp&#10;hYUND/6ke5lqJSEcCzTgUuoKrWPlyGOcho5YtFPoPSZZ+1rbHh8S7ludZ9mL9tiwNDjs6M1RdSlv&#10;3kCZX/OPn3d32wX01fw0LM7748KYyXjYLkElGtK/+e96bwVfYOUXG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uwHEAAAA2wAAAA8AAAAAAAAAAAAAAAAAmAIAAGRycy9k&#10;b3ducmV2LnhtbFBLBQYAAAAABAAEAPUAAACJAwAAAAA=&#10;" path="m3020,r392,l2242,1326r598,-2l1185,3195r646,l395,4833,,4833,1223,3448r-648,l2233,1563r-598,l3020,r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8NL8A&#10;AADbAAAADwAAAGRycy9kb3ducmV2LnhtbERPzYrCMBC+L/gOYQRva6qC7FajWEHxorCuDzA2Y1Ns&#10;JqWJtr69EQRv8/H9znzZ2UrcqfGlYwWjYQKCOHe65ELB6X/z/QPCB2SNlWNS8CAPy0Xva46pdi3/&#10;0f0YChFD2KeowIRQp1L63JBFP3Q1ceQurrEYImwKqRtsY7it5DhJptJiybHBYE1rQ/n1eLMK9of2&#10;EE63R5Ylm+0550tWTVZGqUG/W81ABOrCR/x273Sc/wuvX+IBcvE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qvw0vwAAANsAAAAPAAAAAAAAAAAAAAAAAJgCAABkcnMvZG93bnJl&#10;di54bWxQSwUGAAAAAAQABAD1AAAAhA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r7zr8A&#10;AADbAAAADwAAAGRycy9kb3ducmV2LnhtbERPy4rCMBTdC/MP4QpuZEx9MIzVKCII49I6C5eX5toU&#10;m5tOkmrn781CcHk47/W2t424kw+1YwXTSQaCuHS65krB7/nw+Q0iRGSNjWNS8E8BtpuPwRpz7R58&#10;onsRK5FCOOSowMTY5lKG0pDFMHEtceKuzluMCfpKao+PFG4bOcuyL2mx5tRgsKW9ofJWdFbB0v15&#10;O6/MFS9dsTtO6/FlsR8rNRr2uxWISH18i1/uH61gltanL+kH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SvvOvwAAANsAAAAPAAAAAAAAAAAAAAAAAJgCAABkcnMvZG93bnJl&#10;di54bWxQSwUGAAAAAAQABAD1AAAAhAMAAAAA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iBL4A&#10;AADbAAAADwAAAGRycy9kb3ducmV2LnhtbESPzarCMBSE94LvEI7gTlO7EK1GES8X3Aj+7g/NsS02&#10;J7GJWt/eCILLYWa+YebL1tTiQY2vLCsYDRMQxLnVFRcKTsf/wQSED8gaa8uk4EUelotuZ46Ztk/e&#10;0+MQChEh7DNUUIbgMil9XpJBP7SOOHoX2xgMUTaF1A0+I9zUMk2SsTRYcVwo0dG6pPx6uBsFd11v&#10;3d/uFpK0XaO+VNOz81qpfq9dzUAEasMv/G1vtIJ0BJ8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aCYgS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uY8UA&#10;AADbAAAADwAAAGRycy9kb3ducmV2LnhtbESPQWvCQBSE74L/YXmFXkQ3pmA1dRVpEdrejAE9PrKv&#10;SWj2bciuSZpf3y0IPQ4z8w2z3Q+mFh21rrKsYLmIQBDnVldcKMjOx/kahPPIGmvLpOCHHOx308kW&#10;E217PlGX+kIECLsEFZTeN4mULi/JoFvYhjh4X7Y16INsC6lb7APc1DKOopU0WHFYKLGh15Ly7/Rm&#10;FNiPY529XQ982dxmT5+jGeXzaVTq8WE4vIDwNPj/8L39rhXEMfx9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OS5jxQAAANsAAAAPAAAAAAAAAAAAAAAAAJgCAABkcnMv&#10;ZG93bnJldi54bWxQSwUGAAAAAAQABAD1AAAAigMAAAAA&#10;" path="m10,23r3,-2l15,21r2,-1l19,18r1,-1l20,16r2,-3l22,10r,-2l20,5r,-1l19,3,17,1,15,,13,,10,,9,,6,,4,1,3,3,2,4,,5,,8r,2l,13r,3l2,17r1,1l4,20r2,1l9,21r1,2l10,23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TUcIA&#10;AADbAAAADwAAAGRycy9kb3ducmV2LnhtbESPQWvCQBSE7wX/w/KEXkrd1BYJ0VWkEPBoowePj+xr&#10;Nph9L2S3Mf33XaHgcZiZb5jNbvKdGmkIrbCBt0UGirgW23Jj4HwqX3NQISJb7ITJwC8F2G1nTxss&#10;rNz4i8YqNipBOBRowMXYF1qH2pHHsJCeOHnfMniMSQ6NtgPeEtx3epllK+2x5bTgsKdPR/W1+vEG&#10;6nIU7+QlP+7Laiy7/LI6fIgxz/NpvwYVaYqP8H/7YA0s3+H+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NRwgAAANsAAAAPAAAAAAAAAAAAAAAAAJgCAABkcnMvZG93&#10;bnJldi54bWxQSwUGAAAAAAQABAD1AAAAhwMAAAAA&#10;" path="m,29r6,1l10,30r6,2l21,32r4,l31,32r5,-2l41,30,39,29,38,27r,-1l36,23,35,19,33,16,32,13,31,11,29,9,28,7,26,6,25,3,22,1,19,,18,,16,r,l15,,13,,12,1r-2,l10,1,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zZMIA&#10;AADbAAAADwAAAGRycy9kb3ducmV2LnhtbESP0YrCMBRE3xf8h3AF39bUIl2pRhGNyz4trPoBl+ba&#10;Fpub0EStf28WFvZxmJkzzGoz2E7cqQ+tYwWzaQaCuHKm5VrB+XR4X4AIEdlg55gUPCnAZj16W2Fp&#10;3IN/6H6MtUgQDiUqaGL0pZShashimDpPnLyL6y3GJPtamh4fCW47mWdZIS22nBYa9LRrqLoeb1ZB&#10;9MX3ZzHvbvlezwatcy0/vFZqMh62SxCRhvgf/mt/GQX5HH6/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bNk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zTxMUA&#10;AADbAAAADwAAAGRycy9kb3ducmV2LnhtbESP3WoCMRSE74W+QzgF7zRbRS1boxT/qN6UWh/gsDnd&#10;XdycxE1WV5/eFAQvh5n5hpnOW1OJM9W+tKzgrZ+AIM6sLjlXcPhd995B+ICssbJMCq7kYT576Uwx&#10;1fbCP3Teh1xECPsUFRQhuFRKnxVk0PetI47en60NhijrXOoaLxFuKjlIkrE0WHJcKNDRoqDsuG+M&#10;Ar3afLtdcz248bCaHE/Ncrub3JTqvrafHyACteEZfrS/tILBCP6/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NPE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rGsQA&#10;AADbAAAADwAAAGRycy9kb3ducmV2LnhtbESPQWvCQBSE74X+h+UVvBTdNAWRmI0EoeDN1nrQ2zP7&#10;TNJm38bdVZN/3y0UehxmvhkmXw2mEzdyvrWs4GWWgCCurG65VrD/fJsuQPiArLGzTApG8rAqHh9y&#10;zLS98wfddqEWsYR9hgqaEPpMSl81ZNDPbE8cvbN1BkOUrpba4T2Wm06mSTKXBluOCw32tG6o+t5d&#10;jYJ0XGDrn/n0dTm+HrYuLd9xLJWaPA3lEkSgIfyH/+iNjtwc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Y6xrEAAAA2wAAAA8AAAAAAAAAAAAAAAAAmAIAAGRycy9k&#10;b3ducmV2LnhtbFBLBQYAAAAABAAEAPUAAACJAwAAAAA=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ceMUA&#10;AADbAAAADwAAAGRycy9kb3ducmV2LnhtbESPQWvCQBSE74L/YXlCb7rRgEp0FREsLdKDmha8PbKv&#10;SWr2bZrdauqvdwXB4zAz3zDzZWsqcabGlZYVDAcRCOLM6pJzBelh05+CcB5ZY2WZFPyTg+Wi25lj&#10;ou2Fd3Te+1wECLsEFRTe14mULivIoBvYmjh437Yx6INscqkbvAS4qeQoisbSYMlhocCa1gVlp/2f&#10;UfD1u/6If9z22rrPNEb9eqzi6F2pl167moHw1Ppn+NF+0wpGE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Vx4xQAAANsAAAAPAAAAAAAAAAAAAAAAAJgCAABkcnMv&#10;ZG93bnJldi54bWxQSwUGAAAAAAQABAD1AAAAigMAAAAA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vtsAA&#10;AADbAAAADwAAAGRycy9kb3ducmV2LnhtbERPy2oCMRTdF/yHcAV3NaPQUqdGEUGmGyn1Bd1dJreT&#10;oZObIYlO/HuzKHR5OO/lOtlO3MiH1rGC2bQAQVw73XKj4HTcPb+BCBFZY+eYFNwpwHo1elpiqd3A&#10;X3Q7xEbkEA4lKjAx9qWUoTZkMUxdT5y5H+ctxgx9I7XHIYfbTs6L4lVabDk3GOxpa6j+PVytgur7&#10;6PeXajGcPs/VS+qtkbhLSk3GafMOIlKK/+I/94dWMM9j85f8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LvtsAAAADbAAAADwAAAAAAAAAAAAAAAACYAgAAZHJzL2Rvd25y&#10;ZXYueG1sUEsFBgAAAAAEAAQA9QAAAIUDAAAAAA=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PisMA&#10;AADbAAAADwAAAGRycy9kb3ducmV2LnhtbESPQYvCMBSE78L+h/AW9iKa6kG0GmVZqCzsQbQePD6b&#10;Z1tsXkoSbf33G0HwOMzMN8xq05tG3Mn52rKCyTgBQVxYXXOp4JhnozkIH5A1NpZJwYM8bNYfgxWm&#10;2na8p/shlCJC2KeooAqhTaX0RUUG/di2xNG7WGcwROlKqR12EW4aOU2SmTRYc1yosKWfiorr4WYU&#10;nOvsKPPT/DG0TtP2bzHRuy5T6uuz/16CCNSHd/jV/tUKpgt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jPisMAAADbAAAADwAAAAAAAAAAAAAAAACYAgAAZHJzL2Rv&#10;d25yZXYueG1sUEsFBgAAAAAEAAQA9QAAAIgDAAAAAA=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P58IA&#10;AADbAAAADwAAAGRycy9kb3ducmV2LnhtbERPy2rCQBTdF/yH4QrdFJ3Ugo+YiUihDyxd+AC3l8w1&#10;iWbuhMzoxL93FoUuD+edrXrTiBt1rras4HWcgCAurK65VHDYf4zmIJxH1thYJgV3crDKB08ZptoG&#10;3tJt50sRQ9ilqKDyvk2ldEVFBt3YtsSRO9nOoI+wK6XuMMRw08hJkkylwZpjQ4UtvVdUXHZXo0B+&#10;0ZXC78t0sW3Onz+TTTjeZ0Gp52G/XoLw1Pt/8Z/7Wyt4i+vj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M/n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Tr="00F6186F">
        <w:tc>
          <w:tcPr>
            <w:tcW w:w="9854" w:type="dxa"/>
            <w:gridSpan w:val="5"/>
          </w:tcPr>
          <w:p w:rsidR="00665B4E" w:rsidRDefault="009A75C0" w:rsidP="00F6186F">
            <w:pPr>
              <w:jc w:val="center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городская дума</w:t>
            </w:r>
            <w:r w:rsidR="00F8408D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A95469">
              <w:rPr>
                <w:b/>
                <w:caps/>
                <w:sz w:val="28"/>
                <w:szCs w:val="28"/>
              </w:rPr>
              <w:t>город</w:t>
            </w:r>
            <w:r w:rsidR="00F8408D">
              <w:rPr>
                <w:b/>
                <w:caps/>
                <w:sz w:val="28"/>
                <w:szCs w:val="28"/>
              </w:rPr>
              <w:t>а</w:t>
            </w:r>
            <w:r w:rsidR="00A95469" w:rsidRPr="00A95469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>
              <w:rPr>
                <w:b/>
                <w:caps/>
                <w:sz w:val="28"/>
                <w:szCs w:val="28"/>
              </w:rPr>
              <w:t>а</w:t>
            </w:r>
            <w:r>
              <w:rPr>
                <w:b/>
                <w:caps/>
                <w:sz w:val="28"/>
                <w:szCs w:val="28"/>
              </w:rPr>
              <w:t xml:space="preserve"> </w:t>
            </w:r>
            <w:r w:rsidR="00004802">
              <w:rPr>
                <w:b/>
                <w:caps/>
                <w:sz w:val="28"/>
                <w:szCs w:val="28"/>
              </w:rPr>
              <w:t>ВОСЬМОГО</w:t>
            </w:r>
            <w:r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5E6828" w:rsidRDefault="009A75C0" w:rsidP="00F6186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F6186F">
        <w:trPr>
          <w:trHeight w:hRule="exact" w:val="567"/>
        </w:trPr>
        <w:tc>
          <w:tcPr>
            <w:tcW w:w="467" w:type="dxa"/>
            <w:vAlign w:val="bottom"/>
          </w:tcPr>
          <w:p w:rsidR="00AE6515" w:rsidRPr="003B67BB" w:rsidRDefault="00AE6515" w:rsidP="00F8408D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vAlign w:val="bottom"/>
          </w:tcPr>
          <w:p w:rsidR="00AE6515" w:rsidRPr="003B67BB" w:rsidRDefault="00AE6515" w:rsidP="00F8408D">
            <w:pPr>
              <w:ind w:left="-99" w:right="-72"/>
            </w:pPr>
          </w:p>
        </w:tc>
        <w:tc>
          <w:tcPr>
            <w:tcW w:w="367" w:type="dxa"/>
            <w:vAlign w:val="bottom"/>
          </w:tcPr>
          <w:p w:rsidR="00AE6515" w:rsidRPr="003B67BB" w:rsidRDefault="00AE6515" w:rsidP="00F8408D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bottom"/>
          </w:tcPr>
          <w:p w:rsidR="00AE6515" w:rsidRPr="0005664E" w:rsidRDefault="00AE6515" w:rsidP="00F8408D">
            <w:pPr>
              <w:ind w:left="-99" w:right="-72"/>
              <w:rPr>
                <w:lang w:val="en-US"/>
              </w:rPr>
            </w:pPr>
          </w:p>
        </w:tc>
        <w:tc>
          <w:tcPr>
            <w:tcW w:w="5798" w:type="dxa"/>
            <w:vAlign w:val="bottom"/>
          </w:tcPr>
          <w:p w:rsidR="00AE6515" w:rsidRPr="003B67BB" w:rsidRDefault="00AE6515" w:rsidP="00F8408D">
            <w:pPr>
              <w:ind w:left="-99" w:right="-72"/>
              <w:jc w:val="center"/>
            </w:pPr>
          </w:p>
        </w:tc>
      </w:tr>
      <w:tr w:rsidR="003B67BB" w:rsidRPr="004A30CC" w:rsidTr="00F27F78">
        <w:trPr>
          <w:trHeight w:val="2155"/>
        </w:trPr>
        <w:tc>
          <w:tcPr>
            <w:tcW w:w="9854" w:type="dxa"/>
            <w:gridSpan w:val="5"/>
          </w:tcPr>
          <w:p w:rsidR="00B269AE" w:rsidRPr="00C90D2B" w:rsidRDefault="006D0396" w:rsidP="00FA3216">
            <w:pPr>
              <w:spacing w:before="480" w:after="480" w:line="240" w:lineRule="exact"/>
              <w:ind w:right="5103"/>
              <w:jc w:val="both"/>
            </w:pPr>
            <w:r w:rsidRPr="006D0396">
              <w:rPr>
                <w:noProof/>
              </w:rPr>
              <w:t>О внесении изменени</w:t>
            </w:r>
            <w:r w:rsidR="00FA3216">
              <w:rPr>
                <w:noProof/>
              </w:rPr>
              <w:t>я</w:t>
            </w:r>
            <w:r w:rsidRPr="006D0396">
              <w:rPr>
                <w:noProof/>
              </w:rPr>
              <w:t xml:space="preserve"> в </w:t>
            </w:r>
            <w:r w:rsidR="00FA3216">
              <w:rPr>
                <w:noProof/>
              </w:rPr>
              <w:t xml:space="preserve">Положение о порядке присвоения звания «Почетный гражданин города Усть-Илимска», </w:t>
            </w:r>
            <w:r w:rsidR="00FA3216" w:rsidRPr="00FA3216">
              <w:rPr>
                <w:noProof/>
              </w:rPr>
              <w:t>утвержденного решением Городской Думы города</w:t>
            </w:r>
            <w:r w:rsidR="00FA3216">
              <w:rPr>
                <w:noProof/>
              </w:rPr>
              <w:t xml:space="preserve"> Усть-Илимска от 20.03.1995г. № </w:t>
            </w:r>
            <w:r w:rsidR="00FA3216" w:rsidRPr="00FA3216">
              <w:rPr>
                <w:noProof/>
              </w:rPr>
              <w:t>10/15</w:t>
            </w:r>
          </w:p>
        </w:tc>
      </w:tr>
    </w:tbl>
    <w:p w:rsidR="006D0396" w:rsidRDefault="006D0396" w:rsidP="004A30CC">
      <w:pPr>
        <w:autoSpaceDE w:val="0"/>
        <w:autoSpaceDN w:val="0"/>
        <w:adjustRightInd w:val="0"/>
        <w:ind w:firstLine="708"/>
        <w:jc w:val="both"/>
        <w:rPr>
          <w:color w:val="000000"/>
        </w:rPr>
      </w:pPr>
    </w:p>
    <w:p w:rsidR="00FA3216" w:rsidRDefault="00D21E9B" w:rsidP="004A30CC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>
        <w:rPr>
          <w:color w:val="000000"/>
        </w:rPr>
        <w:t>Р</w:t>
      </w:r>
      <w:r w:rsidR="00E25294">
        <w:rPr>
          <w:color w:val="000000"/>
        </w:rPr>
        <w:t>уководствуясь статьями 23,</w:t>
      </w:r>
      <w:r w:rsidR="00FA3216">
        <w:rPr>
          <w:color w:val="000000"/>
        </w:rPr>
        <w:t xml:space="preserve"> 25,</w:t>
      </w:r>
      <w:r w:rsidR="00E25294">
        <w:rPr>
          <w:color w:val="000000"/>
        </w:rPr>
        <w:t xml:space="preserve"> </w:t>
      </w:r>
      <w:r>
        <w:rPr>
          <w:color w:val="000000"/>
        </w:rPr>
        <w:t>34</w:t>
      </w:r>
      <w:r w:rsidR="00E25294">
        <w:rPr>
          <w:color w:val="000000"/>
        </w:rPr>
        <w:t>,</w:t>
      </w:r>
      <w:r w:rsidR="00FA3216">
        <w:rPr>
          <w:color w:val="000000"/>
        </w:rPr>
        <w:t xml:space="preserve"> </w:t>
      </w:r>
      <w:r w:rsidR="006D0396" w:rsidRPr="006D0396">
        <w:rPr>
          <w:color w:val="000000"/>
        </w:rPr>
        <w:t xml:space="preserve">43 Устава муниципального образования город Усть-Илимск, Городская Дума, </w:t>
      </w:r>
      <w:r w:rsidR="006D0396">
        <w:rPr>
          <w:color w:val="000000"/>
        </w:rPr>
        <w:t>–</w:t>
      </w:r>
    </w:p>
    <w:p w:rsidR="004A30CC" w:rsidRPr="00861C58" w:rsidRDefault="004A30CC" w:rsidP="004A30CC">
      <w:pPr>
        <w:autoSpaceDE w:val="0"/>
        <w:autoSpaceDN w:val="0"/>
        <w:adjustRightInd w:val="0"/>
        <w:ind w:firstLine="708"/>
        <w:jc w:val="both"/>
        <w:rPr>
          <w:b/>
        </w:rPr>
      </w:pPr>
      <w:r w:rsidRPr="00861C58">
        <w:rPr>
          <w:b/>
        </w:rPr>
        <w:t>РЕШИЛА:</w:t>
      </w:r>
    </w:p>
    <w:p w:rsidR="00E0396B" w:rsidRDefault="004862E5" w:rsidP="00E0396B">
      <w:pPr>
        <w:ind w:firstLine="708"/>
        <w:jc w:val="both"/>
      </w:pPr>
      <w:r>
        <w:t xml:space="preserve">1. Внести в </w:t>
      </w:r>
      <w:r w:rsidR="00E73DA5" w:rsidRPr="00E73DA5">
        <w:t>Положение о порядке присвоения звания «Почетный гражданин города Усть-Илимска», утвержденного решением Городской Думы города Усть-Илимска от 20.03.1995г. № 10/15</w:t>
      </w:r>
      <w:r>
        <w:rPr>
          <w:bCs/>
        </w:rPr>
        <w:t xml:space="preserve">, </w:t>
      </w:r>
      <w:r w:rsidR="00C90D2B">
        <w:rPr>
          <w:bCs/>
        </w:rPr>
        <w:t>следующ</w:t>
      </w:r>
      <w:r w:rsidR="00E73DA5">
        <w:rPr>
          <w:bCs/>
        </w:rPr>
        <w:t>е</w:t>
      </w:r>
      <w:r w:rsidR="00C90D2B">
        <w:rPr>
          <w:bCs/>
        </w:rPr>
        <w:t>е изменени</w:t>
      </w:r>
      <w:r w:rsidR="00E73DA5">
        <w:rPr>
          <w:bCs/>
        </w:rPr>
        <w:t>е</w:t>
      </w:r>
      <w:r w:rsidR="00C90D2B">
        <w:t>:</w:t>
      </w:r>
    </w:p>
    <w:p w:rsidR="00E73DA5" w:rsidRDefault="00E73DA5" w:rsidP="00E0396B">
      <w:pPr>
        <w:ind w:firstLine="708"/>
        <w:jc w:val="both"/>
      </w:pPr>
      <w:r>
        <w:t>дополнить разделом 3.1 следующего содержания:</w:t>
      </w:r>
    </w:p>
    <w:p w:rsidR="008064A4" w:rsidRPr="00D70991" w:rsidRDefault="00E73DA5" w:rsidP="008064A4">
      <w:pPr>
        <w:ind w:firstLine="708"/>
        <w:jc w:val="both"/>
        <w:rPr>
          <w:b/>
        </w:rPr>
      </w:pPr>
      <w:r>
        <w:t>«</w:t>
      </w:r>
      <w:r w:rsidR="008064A4" w:rsidRPr="00D70991">
        <w:rPr>
          <w:b/>
        </w:rPr>
        <w:t xml:space="preserve">3.1. Лишение звания «Почетный гражданин города Усть-Илимска» </w:t>
      </w:r>
    </w:p>
    <w:p w:rsidR="008064A4" w:rsidRDefault="008064A4" w:rsidP="008064A4">
      <w:pPr>
        <w:ind w:firstLine="708"/>
        <w:jc w:val="both"/>
      </w:pPr>
      <w:r>
        <w:t xml:space="preserve">3.1.1. Лишение звания «Почетный гражданин города Усть-Илимска» лица, его удостоенного, производится решением Городской Думы города Усть-Илимска в связи с привлечения его к уголовной ответственности по вступившему в законную силу обвинительному приговору суда либо за его поступки и действия, не совместимые с высоким статусом звания. </w:t>
      </w:r>
    </w:p>
    <w:p w:rsidR="008064A4" w:rsidRDefault="008064A4" w:rsidP="008064A4">
      <w:pPr>
        <w:ind w:firstLine="708"/>
        <w:jc w:val="both"/>
      </w:pPr>
      <w:r>
        <w:t>3.1.2. Инициатором лишения звания «Почетный гражданин города Усть-Илимска» могут являться субъекты, обладающие правом внесения ходатайства о присвоении звания «Почетный гражданин города Усть-Илимска».</w:t>
      </w:r>
    </w:p>
    <w:p w:rsidR="008064A4" w:rsidRDefault="008064A4" w:rsidP="008064A4">
      <w:pPr>
        <w:ind w:firstLine="708"/>
        <w:jc w:val="both"/>
      </w:pPr>
      <w:r>
        <w:t xml:space="preserve">3.1.3. </w:t>
      </w:r>
      <w:proofErr w:type="gramStart"/>
      <w:r>
        <w:t>В случае отмены обвинительного приговора суда по основаниям, влекущим за собой реабилитацию осужденного, соответствующее решение Городской Думы города Усть-Илимска о лишении звания «Почетный гражданин города Усть-Илимска» должно быть признано утратившим силу и принято решение Городской Думы города Усть-Илимска о восстановлении в правах Почетного гражданина города Усть-Илимска</w:t>
      </w:r>
      <w:r w:rsidR="007869FC">
        <w:t>.</w:t>
      </w:r>
      <w:r>
        <w:t>».</w:t>
      </w:r>
      <w:proofErr w:type="gramEnd"/>
    </w:p>
    <w:p w:rsidR="002F315A" w:rsidRPr="003F0F69" w:rsidRDefault="00490EA7" w:rsidP="008064A4">
      <w:pPr>
        <w:ind w:firstLine="708"/>
        <w:jc w:val="both"/>
      </w:pPr>
      <w:r w:rsidRPr="003F0F69">
        <w:t>2</w:t>
      </w:r>
      <w:r w:rsidR="002F315A" w:rsidRPr="003F0F69">
        <w:t xml:space="preserve">. </w:t>
      </w:r>
      <w:r w:rsidR="00204B89" w:rsidRPr="00204B89">
        <w:t>Разместить насто</w:t>
      </w:r>
      <w:r w:rsidR="00204B89">
        <w:t>ящее решение в сетевом издании «UST-ILIMSK»</w:t>
      </w:r>
      <w:r w:rsidR="00204B89" w:rsidRPr="00204B89">
        <w:t xml:space="preserve"> (www.усть-илимскофициальный</w:t>
      </w:r>
      <w:proofErr w:type="gramStart"/>
      <w:r w:rsidR="00204B89" w:rsidRPr="00204B89">
        <w:t>.р</w:t>
      </w:r>
      <w:proofErr w:type="gramEnd"/>
      <w:r w:rsidR="00204B89" w:rsidRPr="00204B89">
        <w:t>ф), на официальных сайтах Городской Думы города Усть-Илимска, Администрации города Усть-Илимска.</w:t>
      </w:r>
    </w:p>
    <w:p w:rsidR="00861C58" w:rsidRDefault="00861C58" w:rsidP="00986ABA">
      <w:pPr>
        <w:jc w:val="both"/>
        <w:rPr>
          <w:b/>
        </w:rPr>
      </w:pPr>
    </w:p>
    <w:p w:rsidR="00EB1640" w:rsidRDefault="00EB1640" w:rsidP="00986ABA">
      <w:pPr>
        <w:jc w:val="both"/>
        <w:rPr>
          <w:b/>
        </w:rPr>
      </w:pPr>
    </w:p>
    <w:p w:rsidR="008064A4" w:rsidRDefault="008064A4" w:rsidP="00986ABA">
      <w:pPr>
        <w:jc w:val="both"/>
        <w:rPr>
          <w:b/>
        </w:rPr>
      </w:pPr>
    </w:p>
    <w:p w:rsidR="00D10FE2" w:rsidRPr="00D21E9B" w:rsidRDefault="00986ABA" w:rsidP="00986ABA">
      <w:pPr>
        <w:jc w:val="both"/>
        <w:rPr>
          <w:b/>
        </w:rPr>
      </w:pPr>
      <w:r w:rsidRPr="00D21E9B">
        <w:rPr>
          <w:b/>
        </w:rPr>
        <w:t xml:space="preserve">Председатель Городской  Думы                                                                  </w:t>
      </w:r>
      <w:r w:rsidR="00102012" w:rsidRPr="00D21E9B">
        <w:rPr>
          <w:b/>
        </w:rPr>
        <w:t xml:space="preserve">      </w:t>
      </w:r>
      <w:r w:rsidR="00D21E9B">
        <w:rPr>
          <w:b/>
        </w:rPr>
        <w:t xml:space="preserve"> </w:t>
      </w:r>
      <w:r w:rsidR="00102012" w:rsidRPr="00D21E9B">
        <w:rPr>
          <w:b/>
        </w:rPr>
        <w:t>А.П. Чихирьков</w:t>
      </w:r>
    </w:p>
    <w:p w:rsidR="00D21E9B" w:rsidRPr="00D21E9B" w:rsidRDefault="00D21E9B" w:rsidP="00D21E9B">
      <w:pPr>
        <w:autoSpaceDE w:val="0"/>
        <w:autoSpaceDN w:val="0"/>
        <w:adjustRightInd w:val="0"/>
        <w:rPr>
          <w:b/>
        </w:rPr>
      </w:pPr>
    </w:p>
    <w:p w:rsidR="008064A4" w:rsidRDefault="00D21E9B" w:rsidP="008064A4">
      <w:pPr>
        <w:autoSpaceDE w:val="0"/>
        <w:autoSpaceDN w:val="0"/>
        <w:adjustRightInd w:val="0"/>
        <w:rPr>
          <w:b/>
          <w:color w:val="000000"/>
        </w:rPr>
      </w:pPr>
      <w:r w:rsidRPr="00D21E9B">
        <w:rPr>
          <w:b/>
          <w:iCs/>
          <w:color w:val="000000"/>
        </w:rPr>
        <w:t>Мэр города</w:t>
      </w:r>
      <w:r w:rsidRPr="00D21E9B">
        <w:rPr>
          <w:b/>
          <w:color w:val="000000"/>
        </w:rPr>
        <w:t xml:space="preserve">                                                                                                            </w:t>
      </w:r>
      <w:r>
        <w:rPr>
          <w:b/>
          <w:color w:val="000000"/>
        </w:rPr>
        <w:t xml:space="preserve">     </w:t>
      </w:r>
      <w:r w:rsidRPr="00D21E9B">
        <w:rPr>
          <w:b/>
          <w:iCs/>
          <w:color w:val="000000"/>
        </w:rPr>
        <w:t>Э.В. Симонов</w:t>
      </w:r>
    </w:p>
    <w:p w:rsidR="00581FB9" w:rsidRPr="008064A4" w:rsidRDefault="00581FB9" w:rsidP="008064A4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581FB9">
        <w:rPr>
          <w:b/>
        </w:rPr>
        <w:lastRenderedPageBreak/>
        <w:t>Пояснительная записка</w:t>
      </w:r>
    </w:p>
    <w:p w:rsidR="00581FB9" w:rsidRPr="00581FB9" w:rsidRDefault="00581FB9" w:rsidP="00581FB9">
      <w:pPr>
        <w:jc w:val="center"/>
        <w:rPr>
          <w:b/>
        </w:rPr>
      </w:pPr>
      <w:r w:rsidRPr="00581FB9">
        <w:rPr>
          <w:b/>
        </w:rPr>
        <w:t>к проекту муниципального правового акта органа местного самоуправления муниципального образования город Усть-Илимск</w:t>
      </w:r>
    </w:p>
    <w:p w:rsidR="00581FB9" w:rsidRPr="00581FB9" w:rsidRDefault="00581FB9" w:rsidP="00581FB9">
      <w:pPr>
        <w:jc w:val="center"/>
        <w:rPr>
          <w:b/>
        </w:rPr>
      </w:pPr>
    </w:p>
    <w:p w:rsidR="00581FB9" w:rsidRPr="00581FB9" w:rsidRDefault="00581FB9" w:rsidP="00581FB9">
      <w:pPr>
        <w:jc w:val="both"/>
      </w:pPr>
      <w:r w:rsidRPr="00581FB9">
        <w:rPr>
          <w:b/>
          <w:u w:val="single"/>
        </w:rPr>
        <w:t>Тип проекта правового акта:</w:t>
      </w:r>
      <w:r w:rsidRPr="00581FB9">
        <w:rPr>
          <w:b/>
          <w:bCs/>
        </w:rPr>
        <w:t xml:space="preserve"> </w:t>
      </w:r>
      <w:r w:rsidRPr="00581FB9">
        <w:t>решение Городской Думы города Усть-Илимска.</w:t>
      </w:r>
    </w:p>
    <w:p w:rsidR="00581FB9" w:rsidRPr="00581FB9" w:rsidRDefault="00581FB9" w:rsidP="00581FB9">
      <w:pPr>
        <w:jc w:val="both"/>
        <w:rPr>
          <w:b/>
          <w:u w:val="single"/>
        </w:rPr>
      </w:pPr>
    </w:p>
    <w:p w:rsidR="00581FB9" w:rsidRPr="00581FB9" w:rsidRDefault="00581FB9" w:rsidP="00581FB9">
      <w:pPr>
        <w:jc w:val="both"/>
      </w:pPr>
      <w:r w:rsidRPr="00581FB9">
        <w:rPr>
          <w:b/>
          <w:u w:val="single"/>
        </w:rPr>
        <w:t>Наименование проекта правового акта:</w:t>
      </w:r>
      <w:r w:rsidRPr="00581FB9">
        <w:rPr>
          <w:b/>
        </w:rPr>
        <w:t xml:space="preserve"> </w:t>
      </w:r>
      <w:r w:rsidR="002F315A">
        <w:rPr>
          <w:b/>
        </w:rPr>
        <w:t>«</w:t>
      </w:r>
      <w:r w:rsidR="008064A4" w:rsidRPr="008064A4">
        <w:t>О внесении изменения в Положение о порядке присвоения звания «Почетный гражданин города Усть-Илимска», утвержденного решением Городской Думы города Усть-Илимска от 20.03.1995г. № 10/15</w:t>
      </w:r>
      <w:r w:rsidR="002F315A">
        <w:rPr>
          <w:bCs/>
        </w:rPr>
        <w:t>»</w:t>
      </w:r>
      <w:r w:rsidR="00874202">
        <w:t>.</w:t>
      </w:r>
    </w:p>
    <w:p w:rsidR="00581FB9" w:rsidRPr="00581FB9" w:rsidRDefault="00581FB9" w:rsidP="00581FB9">
      <w:pPr>
        <w:jc w:val="both"/>
        <w:rPr>
          <w:b/>
          <w:u w:val="single"/>
        </w:rPr>
      </w:pPr>
    </w:p>
    <w:p w:rsidR="00581FB9" w:rsidRPr="00581FB9" w:rsidRDefault="00581FB9" w:rsidP="00581FB9">
      <w:pPr>
        <w:jc w:val="both"/>
      </w:pPr>
      <w:r w:rsidRPr="00581FB9">
        <w:rPr>
          <w:b/>
          <w:u w:val="single"/>
        </w:rPr>
        <w:t>Субъект правотворческой инициативы:</w:t>
      </w:r>
      <w:r w:rsidRPr="00581FB9">
        <w:rPr>
          <w:b/>
        </w:rPr>
        <w:t xml:space="preserve"> </w:t>
      </w:r>
      <w:r w:rsidRPr="00581FB9">
        <w:t>председатель Городской Думы города Усть-Илимска.</w:t>
      </w:r>
    </w:p>
    <w:p w:rsidR="00581FB9" w:rsidRPr="00581FB9" w:rsidRDefault="00581FB9" w:rsidP="00581FB9">
      <w:pPr>
        <w:jc w:val="both"/>
        <w:rPr>
          <w:b/>
          <w:u w:val="single"/>
        </w:rPr>
      </w:pPr>
    </w:p>
    <w:p w:rsidR="00581FB9" w:rsidRDefault="00581FB9" w:rsidP="00581FB9">
      <w:pPr>
        <w:jc w:val="both"/>
        <w:rPr>
          <w:b/>
        </w:rPr>
      </w:pPr>
      <w:r w:rsidRPr="00581FB9">
        <w:rPr>
          <w:b/>
          <w:u w:val="single"/>
        </w:rPr>
        <w:t>Правовое обоснование принятия проекта правового акта:</w:t>
      </w:r>
      <w:r w:rsidRPr="00581FB9">
        <w:rPr>
          <w:b/>
        </w:rPr>
        <w:t xml:space="preserve"> </w:t>
      </w:r>
    </w:p>
    <w:p w:rsidR="00581FB9" w:rsidRPr="003F0F69" w:rsidRDefault="000F36FE" w:rsidP="00581FB9">
      <w:pPr>
        <w:jc w:val="both"/>
        <w:rPr>
          <w:b/>
        </w:rPr>
      </w:pPr>
      <w:r>
        <w:rPr>
          <w:color w:val="000000"/>
        </w:rPr>
        <w:t>Федеральный закон</w:t>
      </w:r>
      <w:bookmarkStart w:id="0" w:name="_GoBack"/>
      <w:bookmarkEnd w:id="0"/>
      <w:r w:rsidRPr="000F36FE">
        <w:rPr>
          <w:color w:val="000000"/>
        </w:rPr>
        <w:t xml:space="preserve"> от 20.03.2025г. № 33-ФЗ «Об общих принципах организации местного самоуправления в единой системе публичной власти», </w:t>
      </w:r>
      <w:r w:rsidR="003F0F69">
        <w:rPr>
          <w:color w:val="000000"/>
        </w:rPr>
        <w:t xml:space="preserve">статьи </w:t>
      </w:r>
      <w:r w:rsidR="0070492C" w:rsidRPr="0070492C">
        <w:rPr>
          <w:color w:val="000000"/>
        </w:rPr>
        <w:t xml:space="preserve">23, 25, 34, 43 </w:t>
      </w:r>
      <w:r w:rsidR="002F315A" w:rsidRPr="002F315A">
        <w:t>Устава муниципального образования город Усть-Илимск</w:t>
      </w:r>
      <w:r w:rsidR="003F0F69">
        <w:t>.</w:t>
      </w:r>
    </w:p>
    <w:p w:rsidR="002F315A" w:rsidRDefault="002F315A" w:rsidP="00581FB9">
      <w:pPr>
        <w:jc w:val="both"/>
        <w:rPr>
          <w:b/>
          <w:u w:val="single"/>
        </w:rPr>
      </w:pPr>
    </w:p>
    <w:p w:rsidR="00581FB9" w:rsidRPr="00581FB9" w:rsidRDefault="00581FB9" w:rsidP="00581FB9">
      <w:pPr>
        <w:jc w:val="both"/>
      </w:pPr>
      <w:proofErr w:type="gramStart"/>
      <w:r w:rsidRPr="00581FB9">
        <w:rPr>
          <w:b/>
          <w:u w:val="single"/>
        </w:rPr>
        <w:t>Место будущего акта в системе действующих  муниципальных правовых актов (соотношение с муниципальными правовыми актами, обладающими большей и (или) меньшей юридической силой):</w:t>
      </w:r>
      <w:r w:rsidRPr="00581FB9">
        <w:rPr>
          <w:b/>
        </w:rPr>
        <w:t xml:space="preserve"> </w:t>
      </w:r>
      <w:r w:rsidRPr="00581FB9">
        <w:t>проект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  <w:proofErr w:type="gramEnd"/>
    </w:p>
    <w:p w:rsidR="0070492C" w:rsidRDefault="00581FB9" w:rsidP="00581FB9">
      <w:pPr>
        <w:jc w:val="both"/>
      </w:pPr>
      <w:r w:rsidRPr="00581FB9">
        <w:t>Источником официального о</w:t>
      </w:r>
      <w:r w:rsidR="002F315A">
        <w:t xml:space="preserve">публикования проекта является </w:t>
      </w:r>
      <w:r w:rsidRPr="00581FB9">
        <w:t>сетевое издание «UST-ILIMSK» (www.усть-илимскофициальный</w:t>
      </w:r>
      <w:proofErr w:type="gramStart"/>
      <w:r w:rsidRPr="00581FB9">
        <w:t>.р</w:t>
      </w:r>
      <w:proofErr w:type="gramEnd"/>
      <w:r w:rsidRPr="00581FB9">
        <w:t>ф) и официальные сайты Городской Думы города Усть-Илимска, Ад</w:t>
      </w:r>
      <w:r w:rsidR="00CA519F">
        <w:t>м</w:t>
      </w:r>
      <w:r w:rsidR="0070492C">
        <w:t>инистрации города Усть-Илимска.</w:t>
      </w:r>
    </w:p>
    <w:p w:rsidR="00581FB9" w:rsidRPr="00581FB9" w:rsidRDefault="0070492C" w:rsidP="00581FB9">
      <w:pPr>
        <w:jc w:val="both"/>
        <w:rPr>
          <w:b/>
          <w:u w:val="single"/>
        </w:rPr>
      </w:pPr>
      <w:r w:rsidRPr="00581FB9">
        <w:rPr>
          <w:b/>
          <w:u w:val="single"/>
        </w:rPr>
        <w:t xml:space="preserve"> </w:t>
      </w:r>
    </w:p>
    <w:p w:rsidR="00581FB9" w:rsidRPr="00581FB9" w:rsidRDefault="00581FB9" w:rsidP="00581FB9">
      <w:pPr>
        <w:jc w:val="both"/>
      </w:pPr>
      <w:r w:rsidRPr="00581FB9">
        <w:rPr>
          <w:b/>
          <w:u w:val="single"/>
        </w:rPr>
        <w:t>Перечень муниципальных правовых актов, принятия, отмены, изменения или дополнения которых потребует принятия (издания) вносимого муниципального правового акта:</w:t>
      </w:r>
      <w:r w:rsidRPr="00581FB9">
        <w:rPr>
          <w:b/>
        </w:rPr>
        <w:t xml:space="preserve"> </w:t>
      </w:r>
      <w:r w:rsidR="002F315A" w:rsidRPr="002F315A">
        <w:t xml:space="preserve">принятие данного правого акта </w:t>
      </w:r>
      <w:r w:rsidR="00CA519F">
        <w:t xml:space="preserve">не </w:t>
      </w:r>
      <w:r w:rsidR="002F315A" w:rsidRPr="002F315A">
        <w:t xml:space="preserve">требует внесение изменений в </w:t>
      </w:r>
      <w:r w:rsidR="00CA519F">
        <w:rPr>
          <w:bCs/>
        </w:rPr>
        <w:t>муниципальные правовые акты</w:t>
      </w:r>
      <w:r w:rsidR="002F315A" w:rsidRPr="002F315A">
        <w:t>.</w:t>
      </w:r>
    </w:p>
    <w:p w:rsidR="00581FB9" w:rsidRPr="00581FB9" w:rsidRDefault="00581FB9" w:rsidP="00581FB9">
      <w:pPr>
        <w:jc w:val="both"/>
        <w:rPr>
          <w:u w:val="single"/>
        </w:rPr>
      </w:pPr>
    </w:p>
    <w:p w:rsidR="00581FB9" w:rsidRPr="00581FB9" w:rsidRDefault="00581FB9" w:rsidP="00581FB9">
      <w:pPr>
        <w:jc w:val="both"/>
      </w:pPr>
      <w:r w:rsidRPr="00581FB9">
        <w:rPr>
          <w:b/>
          <w:u w:val="single"/>
        </w:rPr>
        <w:t>Сведения о наличии (отсутствии) необходимости увеличения (уменьшения) расходов бюджета города:</w:t>
      </w:r>
      <w:r w:rsidRPr="00581FB9">
        <w:rPr>
          <w:b/>
        </w:rPr>
        <w:t xml:space="preserve"> </w:t>
      </w:r>
      <w:r w:rsidRPr="00581FB9">
        <w:t>принятие данного муниципального правового акта не требует дополнительных расходов из бюджета города.</w:t>
      </w:r>
    </w:p>
    <w:p w:rsidR="00581FB9" w:rsidRPr="00581FB9" w:rsidRDefault="00581FB9" w:rsidP="00581FB9">
      <w:pPr>
        <w:jc w:val="both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926"/>
      </w:tblGrid>
      <w:tr w:rsidR="00581FB9" w:rsidRPr="00581FB9" w:rsidTr="00581FB9">
        <w:trPr>
          <w:trHeight w:val="600"/>
        </w:trPr>
        <w:tc>
          <w:tcPr>
            <w:tcW w:w="4955" w:type="dxa"/>
          </w:tcPr>
          <w:p w:rsidR="00581FB9" w:rsidRDefault="00581FB9" w:rsidP="00581FB9">
            <w:pPr>
              <w:jc w:val="both"/>
              <w:rPr>
                <w:b/>
                <w:bCs/>
              </w:rPr>
            </w:pPr>
          </w:p>
          <w:p w:rsidR="00581FB9" w:rsidRDefault="00581FB9" w:rsidP="00581FB9">
            <w:pPr>
              <w:jc w:val="both"/>
              <w:rPr>
                <w:b/>
                <w:bCs/>
              </w:rPr>
            </w:pPr>
          </w:p>
          <w:p w:rsidR="00581FB9" w:rsidRPr="00581FB9" w:rsidRDefault="00581FB9" w:rsidP="00581FB9">
            <w:pPr>
              <w:jc w:val="both"/>
              <w:rPr>
                <w:b/>
                <w:bCs/>
              </w:rPr>
            </w:pPr>
            <w:r w:rsidRPr="00581FB9">
              <w:rPr>
                <w:b/>
                <w:bCs/>
              </w:rPr>
              <w:t>Председатель  Городской Думы</w:t>
            </w:r>
          </w:p>
          <w:p w:rsidR="00581FB9" w:rsidRPr="00581FB9" w:rsidRDefault="00581FB9" w:rsidP="00581FB9">
            <w:pPr>
              <w:jc w:val="both"/>
              <w:rPr>
                <w:b/>
                <w:bCs/>
              </w:rPr>
            </w:pPr>
            <w:r w:rsidRPr="00581FB9">
              <w:rPr>
                <w:b/>
                <w:bCs/>
              </w:rPr>
              <w:t xml:space="preserve">города Усть-Илимска </w:t>
            </w:r>
          </w:p>
          <w:p w:rsidR="00581FB9" w:rsidRPr="00581FB9" w:rsidRDefault="00581FB9" w:rsidP="00581FB9">
            <w:pPr>
              <w:jc w:val="both"/>
              <w:rPr>
                <w:b/>
              </w:rPr>
            </w:pPr>
          </w:p>
        </w:tc>
        <w:tc>
          <w:tcPr>
            <w:tcW w:w="4956" w:type="dxa"/>
          </w:tcPr>
          <w:p w:rsidR="00581FB9" w:rsidRPr="00581FB9" w:rsidRDefault="00581FB9" w:rsidP="00581FB9">
            <w:pPr>
              <w:jc w:val="both"/>
              <w:rPr>
                <w:b/>
              </w:rPr>
            </w:pPr>
          </w:p>
          <w:p w:rsidR="00581FB9" w:rsidRDefault="00581FB9" w:rsidP="00581FB9">
            <w:pPr>
              <w:jc w:val="both"/>
              <w:rPr>
                <w:b/>
              </w:rPr>
            </w:pPr>
          </w:p>
          <w:p w:rsidR="00581FB9" w:rsidRDefault="00581FB9" w:rsidP="00581FB9">
            <w:pPr>
              <w:jc w:val="both"/>
              <w:rPr>
                <w:b/>
              </w:rPr>
            </w:pPr>
          </w:p>
          <w:p w:rsidR="00433B34" w:rsidRPr="00581FB9" w:rsidRDefault="00581FB9" w:rsidP="00581FB9">
            <w:pPr>
              <w:jc w:val="both"/>
              <w:rPr>
                <w:b/>
              </w:rPr>
            </w:pPr>
            <w:r>
              <w:rPr>
                <w:b/>
              </w:rPr>
              <w:t xml:space="preserve">                                              </w:t>
            </w:r>
            <w:r w:rsidRPr="00581FB9">
              <w:rPr>
                <w:b/>
              </w:rPr>
              <w:t>Чихирьков А.П.</w:t>
            </w:r>
          </w:p>
        </w:tc>
      </w:tr>
    </w:tbl>
    <w:p w:rsidR="00581FB9" w:rsidRPr="00581FB9" w:rsidRDefault="00581FB9" w:rsidP="00581FB9">
      <w:pPr>
        <w:jc w:val="both"/>
        <w:rPr>
          <w:b/>
        </w:rPr>
      </w:pPr>
    </w:p>
    <w:p w:rsidR="00927A59" w:rsidRDefault="00581FB9" w:rsidP="00986ABA">
      <w:pPr>
        <w:jc w:val="both"/>
        <w:rPr>
          <w:b/>
          <w:bCs/>
        </w:rPr>
      </w:pPr>
      <w:r w:rsidRPr="00581FB9">
        <w:rPr>
          <w:b/>
          <w:bCs/>
        </w:rPr>
        <w:t xml:space="preserve">     </w:t>
      </w:r>
    </w:p>
    <w:p w:rsidR="003F0F69" w:rsidRDefault="003F0F69" w:rsidP="00986ABA">
      <w:pPr>
        <w:jc w:val="both"/>
        <w:rPr>
          <w:b/>
          <w:bCs/>
        </w:rPr>
      </w:pPr>
    </w:p>
    <w:p w:rsidR="003F0F69" w:rsidRDefault="003F0F69" w:rsidP="00986ABA">
      <w:pPr>
        <w:jc w:val="both"/>
        <w:rPr>
          <w:b/>
          <w:bCs/>
        </w:rPr>
      </w:pPr>
    </w:p>
    <w:p w:rsidR="0070492C" w:rsidRDefault="0070492C" w:rsidP="00986ABA">
      <w:pPr>
        <w:jc w:val="both"/>
        <w:rPr>
          <w:b/>
          <w:bCs/>
        </w:rPr>
      </w:pPr>
    </w:p>
    <w:p w:rsidR="0070492C" w:rsidRDefault="0070492C" w:rsidP="00986ABA">
      <w:pPr>
        <w:jc w:val="both"/>
        <w:rPr>
          <w:b/>
          <w:bCs/>
        </w:rPr>
      </w:pPr>
    </w:p>
    <w:p w:rsidR="0070492C" w:rsidRDefault="0070492C" w:rsidP="00986ABA">
      <w:pPr>
        <w:jc w:val="both"/>
        <w:rPr>
          <w:b/>
          <w:bCs/>
        </w:rPr>
      </w:pPr>
    </w:p>
    <w:p w:rsidR="00D21E9B" w:rsidRDefault="00D21E9B" w:rsidP="00986ABA">
      <w:pPr>
        <w:jc w:val="both"/>
        <w:rPr>
          <w:b/>
          <w:bCs/>
        </w:rPr>
      </w:pPr>
    </w:p>
    <w:p w:rsidR="00D21E9B" w:rsidRPr="00256678" w:rsidRDefault="00D21E9B" w:rsidP="00986ABA">
      <w:pPr>
        <w:jc w:val="both"/>
        <w:rPr>
          <w:b/>
          <w:bCs/>
          <w:lang w:val="en-US"/>
        </w:rPr>
      </w:pPr>
    </w:p>
    <w:p w:rsidR="00433B34" w:rsidRDefault="00433B34" w:rsidP="00986ABA">
      <w:pPr>
        <w:jc w:val="both"/>
        <w:rPr>
          <w:b/>
        </w:rPr>
      </w:pPr>
    </w:p>
    <w:p w:rsidR="00433B34" w:rsidRPr="00433B34" w:rsidRDefault="00433B34" w:rsidP="00433B34">
      <w:pPr>
        <w:jc w:val="center"/>
      </w:pPr>
      <w:r w:rsidRPr="00433B34">
        <w:lastRenderedPageBreak/>
        <w:t>ЛИСТ СОГЛАСОВАНИЯ</w:t>
      </w:r>
    </w:p>
    <w:p w:rsidR="00433B34" w:rsidRPr="00433B34" w:rsidRDefault="00433B34" w:rsidP="00433B34">
      <w:pPr>
        <w:jc w:val="center"/>
      </w:pPr>
      <w:r w:rsidRPr="00433B34">
        <w:t>проекта решения Городской Думы города Усть-Илимска</w:t>
      </w:r>
    </w:p>
    <w:p w:rsidR="00433B34" w:rsidRPr="00433B34" w:rsidRDefault="00433B34" w:rsidP="002F315A">
      <w:pPr>
        <w:jc w:val="center"/>
      </w:pPr>
      <w:r w:rsidRPr="00433B34">
        <w:t>«</w:t>
      </w:r>
      <w:r w:rsidR="0070492C" w:rsidRPr="0070492C">
        <w:rPr>
          <w:bCs/>
        </w:rPr>
        <w:t>О внесении изменения в Положение о порядке присвоения звания «Почетный гражданин города Усть-Илимска», утвержденного решением Городской Думы города Усть-Илимска от 20.03.1995г. № 10/15</w:t>
      </w:r>
      <w:r w:rsidR="005A6CA0">
        <w:rPr>
          <w:bCs/>
        </w:rPr>
        <w:t>»</w:t>
      </w:r>
    </w:p>
    <w:p w:rsidR="00433B34" w:rsidRPr="00433B34" w:rsidRDefault="00433B34" w:rsidP="00433B34">
      <w:pPr>
        <w:jc w:val="both"/>
      </w:pPr>
    </w:p>
    <w:p w:rsidR="00433B34" w:rsidRPr="00433B34" w:rsidRDefault="00433B34" w:rsidP="00433B34">
      <w:pPr>
        <w:jc w:val="both"/>
      </w:pPr>
      <w:r w:rsidRPr="00433B34">
        <w:t>ИСПОЛНИТЕЛЬ: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1134"/>
        <w:gridCol w:w="1560"/>
        <w:gridCol w:w="992"/>
        <w:gridCol w:w="2693"/>
        <w:gridCol w:w="2517"/>
      </w:tblGrid>
      <w:tr w:rsidR="00433B34" w:rsidRPr="00433B34" w:rsidTr="006D0396">
        <w:tc>
          <w:tcPr>
            <w:tcW w:w="436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  <w:p w:rsidR="00433B34" w:rsidRPr="00433B34" w:rsidRDefault="00433B34" w:rsidP="00433B34">
            <w:pPr>
              <w:jc w:val="both"/>
            </w:pPr>
            <w:r w:rsidRPr="00433B34">
              <w:t xml:space="preserve">Председатель Городской Думы города Усть-Илимска </w:t>
            </w:r>
          </w:p>
        </w:tc>
        <w:tc>
          <w:tcPr>
            <w:tcW w:w="2693" w:type="dxa"/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  <w:p w:rsidR="00433B34" w:rsidRPr="00433B34" w:rsidRDefault="00433B34" w:rsidP="00433B34">
            <w:pPr>
              <w:jc w:val="both"/>
            </w:pPr>
          </w:p>
          <w:p w:rsidR="00433B34" w:rsidRPr="00433B34" w:rsidRDefault="00433B34" w:rsidP="00433B34">
            <w:pPr>
              <w:jc w:val="both"/>
            </w:pPr>
            <w:r w:rsidRPr="00433B34">
              <w:t>А.П. Чихирьков</w:t>
            </w:r>
          </w:p>
        </w:tc>
      </w:tr>
      <w:tr w:rsidR="00433B34" w:rsidRPr="00433B34" w:rsidTr="006D0396">
        <w:tc>
          <w:tcPr>
            <w:tcW w:w="4361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  <w:rPr>
                <w:vertAlign w:val="superscript"/>
              </w:rPr>
            </w:pPr>
            <w:r w:rsidRPr="00433B34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433B34" w:rsidRPr="00433B34" w:rsidRDefault="00433B34" w:rsidP="00433B34">
            <w:pPr>
              <w:jc w:val="both"/>
              <w:rPr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  <w:rPr>
                <w:vertAlign w:val="superscript"/>
              </w:rPr>
            </w:pPr>
            <w:r w:rsidRPr="00433B34">
              <w:rPr>
                <w:vertAlign w:val="superscript"/>
              </w:rPr>
              <w:t>(ФИО)</w:t>
            </w:r>
          </w:p>
        </w:tc>
      </w:tr>
      <w:tr w:rsidR="00433B34" w:rsidRPr="00433B34" w:rsidTr="006D0396">
        <w:tc>
          <w:tcPr>
            <w:tcW w:w="675" w:type="dxa"/>
            <w:shd w:val="clear" w:color="auto" w:fill="auto"/>
          </w:tcPr>
          <w:p w:rsidR="00433B34" w:rsidRPr="00433B34" w:rsidRDefault="00433B34" w:rsidP="00433B34">
            <w:pPr>
              <w:jc w:val="both"/>
            </w:pPr>
            <w:r w:rsidRPr="00433B34">
              <w:t>тел.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</w:pPr>
            <w:r w:rsidRPr="00433B34">
              <w:t>98-230</w:t>
            </w:r>
          </w:p>
        </w:tc>
        <w:tc>
          <w:tcPr>
            <w:tcW w:w="1560" w:type="dxa"/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</w:pPr>
            <w:r w:rsidRPr="00433B34">
              <w:t>1111</w:t>
            </w:r>
          </w:p>
        </w:tc>
        <w:tc>
          <w:tcPr>
            <w:tcW w:w="2693" w:type="dxa"/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</w:tc>
        <w:tc>
          <w:tcPr>
            <w:tcW w:w="2517" w:type="dxa"/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</w:tc>
      </w:tr>
    </w:tbl>
    <w:p w:rsidR="00433B34" w:rsidRPr="00433B34" w:rsidRDefault="00433B34" w:rsidP="00433B34">
      <w:pPr>
        <w:jc w:val="both"/>
      </w:pPr>
    </w:p>
    <w:p w:rsidR="00433B34" w:rsidRPr="00433B34" w:rsidRDefault="00433B34" w:rsidP="00433B34">
      <w:pPr>
        <w:jc w:val="both"/>
      </w:pPr>
      <w:r w:rsidRPr="00433B34">
        <w:t>СОГЛАСОВАНО: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433B34" w:rsidRPr="00433B34" w:rsidTr="006D0396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:rsidR="00433B34" w:rsidRPr="00433B34" w:rsidRDefault="002F315A" w:rsidP="00433B34">
            <w:pPr>
              <w:jc w:val="both"/>
            </w:pPr>
            <w:r w:rsidRPr="002F315A">
              <w:t xml:space="preserve">Правовой отдел Администрации города Усть-Илимска </w:t>
            </w:r>
          </w:p>
          <w:p w:rsidR="00433B34" w:rsidRPr="00433B34" w:rsidRDefault="00433B34" w:rsidP="00433B34">
            <w:pPr>
              <w:jc w:val="both"/>
            </w:pPr>
          </w:p>
        </w:tc>
        <w:tc>
          <w:tcPr>
            <w:tcW w:w="2693" w:type="dxa"/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  <w:p w:rsidR="00433B34" w:rsidRPr="00433B34" w:rsidRDefault="00433B34" w:rsidP="00433B34">
            <w:pPr>
              <w:jc w:val="both"/>
            </w:pPr>
          </w:p>
          <w:p w:rsidR="00433B34" w:rsidRPr="00433B34" w:rsidRDefault="00433B34" w:rsidP="00433B34">
            <w:pPr>
              <w:jc w:val="both"/>
            </w:pPr>
          </w:p>
        </w:tc>
      </w:tr>
      <w:tr w:rsidR="00433B34" w:rsidRPr="00433B34" w:rsidTr="006D0396">
        <w:tc>
          <w:tcPr>
            <w:tcW w:w="4361" w:type="dxa"/>
            <w:tcBorders>
              <w:top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  <w:rPr>
                <w:vertAlign w:val="superscript"/>
              </w:rPr>
            </w:pPr>
            <w:r w:rsidRPr="00433B34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433B34" w:rsidRPr="00433B34" w:rsidRDefault="00433B34" w:rsidP="00433B34">
            <w:pPr>
              <w:jc w:val="both"/>
              <w:rPr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  <w:rPr>
                <w:vertAlign w:val="superscript"/>
              </w:rPr>
            </w:pPr>
            <w:r w:rsidRPr="00433B34">
              <w:rPr>
                <w:vertAlign w:val="superscript"/>
              </w:rPr>
              <w:t>(ФИО)</w:t>
            </w:r>
          </w:p>
        </w:tc>
      </w:tr>
    </w:tbl>
    <w:p w:rsidR="00433B34" w:rsidRPr="00433B34" w:rsidRDefault="00433B34" w:rsidP="00433B34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433B34" w:rsidRPr="00433B34" w:rsidTr="006D0396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</w:tc>
        <w:tc>
          <w:tcPr>
            <w:tcW w:w="2693" w:type="dxa"/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</w:tc>
      </w:tr>
      <w:tr w:rsidR="00433B34" w:rsidRPr="00433B34" w:rsidTr="006D0396">
        <w:tc>
          <w:tcPr>
            <w:tcW w:w="4361" w:type="dxa"/>
            <w:tcBorders>
              <w:top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  <w:rPr>
                <w:vertAlign w:val="superscript"/>
              </w:rPr>
            </w:pPr>
            <w:r w:rsidRPr="00433B34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433B34" w:rsidRPr="00433B34" w:rsidRDefault="00433B34" w:rsidP="00433B34">
            <w:pPr>
              <w:jc w:val="both"/>
              <w:rPr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  <w:rPr>
                <w:vertAlign w:val="superscript"/>
              </w:rPr>
            </w:pPr>
            <w:r w:rsidRPr="00433B34">
              <w:rPr>
                <w:vertAlign w:val="superscript"/>
              </w:rPr>
              <w:t>(ФИО)</w:t>
            </w:r>
          </w:p>
        </w:tc>
      </w:tr>
    </w:tbl>
    <w:p w:rsidR="00433B34" w:rsidRPr="00433B34" w:rsidRDefault="00433B34" w:rsidP="00433B34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433B34" w:rsidRPr="00433B34" w:rsidTr="006D0396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</w:tc>
        <w:tc>
          <w:tcPr>
            <w:tcW w:w="2693" w:type="dxa"/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</w:tc>
      </w:tr>
      <w:tr w:rsidR="00433B34" w:rsidRPr="00433B34" w:rsidTr="006D0396">
        <w:tc>
          <w:tcPr>
            <w:tcW w:w="4361" w:type="dxa"/>
            <w:tcBorders>
              <w:top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  <w:rPr>
                <w:vertAlign w:val="superscript"/>
              </w:rPr>
            </w:pPr>
            <w:r w:rsidRPr="00433B34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433B34" w:rsidRPr="00433B34" w:rsidRDefault="00433B34" w:rsidP="00433B34">
            <w:pPr>
              <w:jc w:val="both"/>
              <w:rPr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  <w:rPr>
                <w:vertAlign w:val="superscript"/>
              </w:rPr>
            </w:pPr>
            <w:r w:rsidRPr="00433B34">
              <w:rPr>
                <w:vertAlign w:val="superscript"/>
              </w:rPr>
              <w:t>(ФИО)</w:t>
            </w:r>
          </w:p>
        </w:tc>
      </w:tr>
    </w:tbl>
    <w:p w:rsidR="00433B34" w:rsidRPr="00433B34" w:rsidRDefault="00433B34" w:rsidP="00433B34">
      <w:pPr>
        <w:jc w:val="both"/>
      </w:pPr>
    </w:p>
    <w:p w:rsidR="00433B34" w:rsidRPr="00433B34" w:rsidRDefault="00433B34" w:rsidP="00433B34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433B34" w:rsidRPr="00433B34" w:rsidTr="006D0396">
        <w:tc>
          <w:tcPr>
            <w:tcW w:w="3369" w:type="dxa"/>
            <w:shd w:val="clear" w:color="auto" w:fill="auto"/>
          </w:tcPr>
          <w:p w:rsidR="00433B34" w:rsidRPr="00433B34" w:rsidRDefault="00433B34" w:rsidP="00433B34">
            <w:pPr>
              <w:jc w:val="both"/>
            </w:pPr>
            <w:r w:rsidRPr="00433B34">
              <w:t>Вид акта:</w:t>
            </w:r>
          </w:p>
          <w:p w:rsidR="00433B34" w:rsidRPr="00433B34" w:rsidRDefault="00433B34" w:rsidP="00433B34">
            <w:pPr>
              <w:jc w:val="both"/>
            </w:pPr>
            <w:r w:rsidRPr="00433B34">
              <w:sym w:font="Symbol" w:char="F0FF"/>
            </w:r>
            <w:r w:rsidRPr="00433B34">
              <w:t xml:space="preserve"> нормативный</w:t>
            </w:r>
            <w:r w:rsidRPr="00433B34">
              <w:tab/>
            </w:r>
            <w:r w:rsidRPr="00433B34">
              <w:tab/>
            </w:r>
          </w:p>
          <w:p w:rsidR="00433B34" w:rsidRPr="00433B34" w:rsidRDefault="00433B34" w:rsidP="00433B34">
            <w:pPr>
              <w:jc w:val="both"/>
            </w:pPr>
            <w:r w:rsidRPr="00433B34">
              <w:sym w:font="Symbol" w:char="F0FF"/>
            </w:r>
            <w:r w:rsidRPr="00433B34">
              <w:t xml:space="preserve"> не нормативный</w:t>
            </w:r>
            <w:r w:rsidRPr="00433B34">
              <w:tab/>
            </w:r>
          </w:p>
        </w:tc>
        <w:tc>
          <w:tcPr>
            <w:tcW w:w="6202" w:type="dxa"/>
            <w:shd w:val="clear" w:color="auto" w:fill="auto"/>
          </w:tcPr>
          <w:p w:rsidR="00433B34" w:rsidRPr="00433B34" w:rsidRDefault="00433B34" w:rsidP="00433B34">
            <w:pPr>
              <w:jc w:val="both"/>
            </w:pPr>
            <w:r w:rsidRPr="00433B34">
              <w:t>Необходима (проведена) антикоррупционная экспертиза:</w:t>
            </w:r>
          </w:p>
          <w:p w:rsidR="00433B34" w:rsidRPr="00433B34" w:rsidRDefault="00433B34" w:rsidP="00433B34">
            <w:pPr>
              <w:jc w:val="both"/>
            </w:pPr>
            <w:r w:rsidRPr="00433B34">
              <w:sym w:font="Symbol" w:char="F0FF"/>
            </w:r>
            <w:r w:rsidRPr="00433B34">
              <w:t xml:space="preserve"> да</w:t>
            </w:r>
            <w:r w:rsidRPr="00433B34">
              <w:tab/>
            </w:r>
          </w:p>
          <w:p w:rsidR="00433B34" w:rsidRPr="00433B34" w:rsidRDefault="00433B34" w:rsidP="00433B34">
            <w:pPr>
              <w:jc w:val="both"/>
            </w:pPr>
            <w:r w:rsidRPr="00433B34">
              <w:sym w:font="Symbol" w:char="F0FF"/>
            </w:r>
            <w:r w:rsidRPr="00433B34">
              <w:t xml:space="preserve"> нет</w:t>
            </w:r>
            <w:r w:rsidRPr="00433B34">
              <w:tab/>
            </w:r>
          </w:p>
        </w:tc>
      </w:tr>
    </w:tbl>
    <w:p w:rsidR="00433B34" w:rsidRPr="00433B34" w:rsidRDefault="00433B34" w:rsidP="00433B34">
      <w:pPr>
        <w:jc w:val="both"/>
      </w:pPr>
    </w:p>
    <w:p w:rsidR="00433B34" w:rsidRPr="00433B34" w:rsidRDefault="00433B34" w:rsidP="00433B34">
      <w:pPr>
        <w:jc w:val="both"/>
      </w:pPr>
      <w:r w:rsidRPr="00433B34">
        <w:t>В случае внесения изменений в ранее принятый муниципальный правовой акт, указать причину внесения изменений:</w:t>
      </w:r>
    </w:p>
    <w:p w:rsidR="00433B34" w:rsidRPr="00433B34" w:rsidRDefault="00433B34" w:rsidP="00433B34">
      <w:pPr>
        <w:jc w:val="both"/>
      </w:pPr>
      <w:r w:rsidRPr="00433B34">
        <w:sym w:font="Symbol" w:char="F0FF"/>
      </w:r>
      <w:r w:rsidRPr="00433B34">
        <w:t xml:space="preserve"> приводится в соответствие с требованиями федерального и регионального законодательства по результатам рассмотрения мер прокурорского реагирования, предложений и информации прокуратуры</w:t>
      </w:r>
      <w:r w:rsidRPr="00433B34">
        <w:tab/>
      </w:r>
    </w:p>
    <w:p w:rsidR="00433B34" w:rsidRPr="00433B34" w:rsidRDefault="00433B34" w:rsidP="00433B34">
      <w:pPr>
        <w:jc w:val="both"/>
      </w:pPr>
      <w:r w:rsidRPr="00433B34">
        <w:sym w:font="Symbol" w:char="F0FF"/>
      </w:r>
      <w:r w:rsidRPr="00433B34">
        <w:t xml:space="preserve"> приводится в соответствие с требованиями федерального и регионального законодательства самостоятельно</w:t>
      </w:r>
    </w:p>
    <w:p w:rsidR="00433B34" w:rsidRPr="00433B34" w:rsidRDefault="00433B34" w:rsidP="00433B34">
      <w:pPr>
        <w:jc w:val="both"/>
      </w:pPr>
      <w:r w:rsidRPr="00433B34">
        <w:sym w:font="Symbol" w:char="F0FF"/>
      </w:r>
      <w:r w:rsidRPr="00433B34">
        <w:t xml:space="preserve"> иные причины</w:t>
      </w:r>
    </w:p>
    <w:p w:rsidR="00433B34" w:rsidRPr="00433B34" w:rsidRDefault="00433B34" w:rsidP="00433B34">
      <w:pPr>
        <w:jc w:val="both"/>
      </w:pPr>
    </w:p>
    <w:p w:rsidR="00433B34" w:rsidRPr="00433B34" w:rsidRDefault="00433B34" w:rsidP="00433B34">
      <w:pPr>
        <w:jc w:val="both"/>
      </w:pPr>
      <w:r w:rsidRPr="00433B34">
        <w:t>Рассылка:</w:t>
      </w:r>
    </w:p>
    <w:p w:rsidR="00433B34" w:rsidRPr="00433B34" w:rsidRDefault="00433B34" w:rsidP="00433B34">
      <w:pPr>
        <w:jc w:val="both"/>
      </w:pPr>
      <w:r w:rsidRPr="00433B34">
        <w:t>3 экз. – в дело</w:t>
      </w:r>
    </w:p>
    <w:p w:rsidR="00433B34" w:rsidRPr="00433B34" w:rsidRDefault="00433B34" w:rsidP="00433B34">
      <w:pPr>
        <w:jc w:val="both"/>
      </w:pPr>
      <w:r w:rsidRPr="00433B34">
        <w:t xml:space="preserve">1 экз. – исполнителю </w:t>
      </w:r>
    </w:p>
    <w:p w:rsidR="00433B34" w:rsidRPr="00433B34" w:rsidRDefault="00433B34" w:rsidP="00433B34">
      <w:pPr>
        <w:jc w:val="both"/>
      </w:pPr>
      <w:r w:rsidRPr="00433B34">
        <w:sym w:font="Symbol" w:char="F0FF"/>
      </w:r>
      <w:r w:rsidRPr="00433B34">
        <w:t xml:space="preserve"> в газету «Усть-Илимск ОФИЦИАЛЬНЫЙ»</w:t>
      </w:r>
    </w:p>
    <w:p w:rsidR="00433B34" w:rsidRPr="00433B34" w:rsidRDefault="00433B34" w:rsidP="00433B34">
      <w:pPr>
        <w:jc w:val="both"/>
      </w:pPr>
      <w:r w:rsidRPr="00433B34">
        <w:sym w:font="Symbol" w:char="F0FF"/>
      </w:r>
      <w:r w:rsidRPr="00433B34">
        <w:t xml:space="preserve"> на официальный сайт муниципального образования                     </w:t>
      </w:r>
    </w:p>
    <w:p w:rsidR="00433B34" w:rsidRPr="00433B34" w:rsidRDefault="00433B34" w:rsidP="00433B34">
      <w:pPr>
        <w:jc w:val="both"/>
      </w:pPr>
    </w:p>
    <w:p w:rsidR="00433B34" w:rsidRPr="00433B34" w:rsidRDefault="00433B34" w:rsidP="00433B34">
      <w:pPr>
        <w:jc w:val="both"/>
      </w:pPr>
    </w:p>
    <w:p w:rsidR="00433B34" w:rsidRPr="00433B34" w:rsidRDefault="00433B34" w:rsidP="00433B34">
      <w:pPr>
        <w:jc w:val="both"/>
      </w:pPr>
    </w:p>
    <w:p w:rsidR="00433B34" w:rsidRDefault="00433B34" w:rsidP="00986ABA">
      <w:pPr>
        <w:jc w:val="both"/>
        <w:rPr>
          <w:b/>
        </w:rPr>
      </w:pPr>
    </w:p>
    <w:sectPr w:rsidR="00433B34" w:rsidSect="007869FC">
      <w:headerReference w:type="even" r:id="rId8"/>
      <w:headerReference w:type="default" r:id="rId9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DE2" w:rsidRDefault="00D93DE2">
      <w:r>
        <w:separator/>
      </w:r>
    </w:p>
  </w:endnote>
  <w:endnote w:type="continuationSeparator" w:id="0">
    <w:p w:rsidR="00D93DE2" w:rsidRDefault="00D93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DE2" w:rsidRDefault="00D93DE2">
      <w:r>
        <w:separator/>
      </w:r>
    </w:p>
  </w:footnote>
  <w:footnote w:type="continuationSeparator" w:id="0">
    <w:p w:rsidR="00D93DE2" w:rsidRDefault="00D93D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F2A" w:rsidRDefault="00244F2A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44F2A" w:rsidRDefault="00244F2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F2A" w:rsidRDefault="00244F2A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F36FE">
      <w:rPr>
        <w:rStyle w:val="a5"/>
        <w:noProof/>
      </w:rPr>
      <w:t>2</w:t>
    </w:r>
    <w:r>
      <w:rPr>
        <w:rStyle w:val="a5"/>
      </w:rPr>
      <w:fldChar w:fldCharType="end"/>
    </w:r>
  </w:p>
  <w:p w:rsidR="00244F2A" w:rsidRDefault="00244F2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0CC"/>
    <w:rsid w:val="0000313A"/>
    <w:rsid w:val="00004802"/>
    <w:rsid w:val="0001684B"/>
    <w:rsid w:val="00030482"/>
    <w:rsid w:val="0004556D"/>
    <w:rsid w:val="00045968"/>
    <w:rsid w:val="0005664E"/>
    <w:rsid w:val="00062718"/>
    <w:rsid w:val="00067A6F"/>
    <w:rsid w:val="0007290D"/>
    <w:rsid w:val="00074E48"/>
    <w:rsid w:val="00075F8F"/>
    <w:rsid w:val="000832FC"/>
    <w:rsid w:val="00096A57"/>
    <w:rsid w:val="000A073A"/>
    <w:rsid w:val="000B03A5"/>
    <w:rsid w:val="000B5667"/>
    <w:rsid w:val="000C04FA"/>
    <w:rsid w:val="000E462B"/>
    <w:rsid w:val="000E776A"/>
    <w:rsid w:val="000F1F14"/>
    <w:rsid w:val="000F36FE"/>
    <w:rsid w:val="00102012"/>
    <w:rsid w:val="00113623"/>
    <w:rsid w:val="00114E36"/>
    <w:rsid w:val="00126D3D"/>
    <w:rsid w:val="001324AC"/>
    <w:rsid w:val="0016187E"/>
    <w:rsid w:val="001B6019"/>
    <w:rsid w:val="001C143A"/>
    <w:rsid w:val="001D00F8"/>
    <w:rsid w:val="00204B89"/>
    <w:rsid w:val="00214763"/>
    <w:rsid w:val="00230E17"/>
    <w:rsid w:val="00244F2A"/>
    <w:rsid w:val="00256678"/>
    <w:rsid w:val="00261B43"/>
    <w:rsid w:val="0028190C"/>
    <w:rsid w:val="002A11E4"/>
    <w:rsid w:val="002A25B5"/>
    <w:rsid w:val="002C0180"/>
    <w:rsid w:val="002C1B1A"/>
    <w:rsid w:val="002C6397"/>
    <w:rsid w:val="002D3945"/>
    <w:rsid w:val="002D638F"/>
    <w:rsid w:val="002E54C2"/>
    <w:rsid w:val="002F315A"/>
    <w:rsid w:val="002F6D8D"/>
    <w:rsid w:val="00301824"/>
    <w:rsid w:val="00312C30"/>
    <w:rsid w:val="00315883"/>
    <w:rsid w:val="00317D9B"/>
    <w:rsid w:val="003319EC"/>
    <w:rsid w:val="003420E5"/>
    <w:rsid w:val="00366AD2"/>
    <w:rsid w:val="003B23D5"/>
    <w:rsid w:val="003B67BB"/>
    <w:rsid w:val="003C6BC3"/>
    <w:rsid w:val="003E3A89"/>
    <w:rsid w:val="003E7F08"/>
    <w:rsid w:val="003F0F69"/>
    <w:rsid w:val="00415EB2"/>
    <w:rsid w:val="00427E17"/>
    <w:rsid w:val="00433B34"/>
    <w:rsid w:val="004417E6"/>
    <w:rsid w:val="00441E94"/>
    <w:rsid w:val="004425CC"/>
    <w:rsid w:val="00444725"/>
    <w:rsid w:val="004509A8"/>
    <w:rsid w:val="00466B1C"/>
    <w:rsid w:val="004713B9"/>
    <w:rsid w:val="00480602"/>
    <w:rsid w:val="004862E5"/>
    <w:rsid w:val="00490EA7"/>
    <w:rsid w:val="004A30CC"/>
    <w:rsid w:val="004B22D4"/>
    <w:rsid w:val="004B6769"/>
    <w:rsid w:val="004C7A24"/>
    <w:rsid w:val="004E11D1"/>
    <w:rsid w:val="004F05E7"/>
    <w:rsid w:val="004F7945"/>
    <w:rsid w:val="005101A1"/>
    <w:rsid w:val="0051537F"/>
    <w:rsid w:val="00517590"/>
    <w:rsid w:val="00532D97"/>
    <w:rsid w:val="00540B05"/>
    <w:rsid w:val="00581FB9"/>
    <w:rsid w:val="005906A2"/>
    <w:rsid w:val="005A2A6F"/>
    <w:rsid w:val="005A3A52"/>
    <w:rsid w:val="005A3F1D"/>
    <w:rsid w:val="005A6CA0"/>
    <w:rsid w:val="005B2122"/>
    <w:rsid w:val="005D3826"/>
    <w:rsid w:val="005D7E52"/>
    <w:rsid w:val="005E6828"/>
    <w:rsid w:val="005E7506"/>
    <w:rsid w:val="006051B1"/>
    <w:rsid w:val="00620ED7"/>
    <w:rsid w:val="00623335"/>
    <w:rsid w:val="00637F28"/>
    <w:rsid w:val="006531B8"/>
    <w:rsid w:val="00665B4E"/>
    <w:rsid w:val="00671395"/>
    <w:rsid w:val="006835B0"/>
    <w:rsid w:val="00685116"/>
    <w:rsid w:val="0068511A"/>
    <w:rsid w:val="0068519E"/>
    <w:rsid w:val="00691226"/>
    <w:rsid w:val="006923CC"/>
    <w:rsid w:val="0069459E"/>
    <w:rsid w:val="006A00E4"/>
    <w:rsid w:val="006B165B"/>
    <w:rsid w:val="006B23C8"/>
    <w:rsid w:val="006B4135"/>
    <w:rsid w:val="006C7FFD"/>
    <w:rsid w:val="006D0396"/>
    <w:rsid w:val="006D4372"/>
    <w:rsid w:val="006E60B1"/>
    <w:rsid w:val="006E7E29"/>
    <w:rsid w:val="006F6562"/>
    <w:rsid w:val="0070492C"/>
    <w:rsid w:val="00707C0F"/>
    <w:rsid w:val="00722B0B"/>
    <w:rsid w:val="00734ADC"/>
    <w:rsid w:val="00744DBD"/>
    <w:rsid w:val="00756387"/>
    <w:rsid w:val="00757B7A"/>
    <w:rsid w:val="007854A9"/>
    <w:rsid w:val="007869FC"/>
    <w:rsid w:val="007870B6"/>
    <w:rsid w:val="007A4D60"/>
    <w:rsid w:val="007B03A1"/>
    <w:rsid w:val="008064A4"/>
    <w:rsid w:val="00806CE7"/>
    <w:rsid w:val="00812C20"/>
    <w:rsid w:val="00813D0D"/>
    <w:rsid w:val="0082306A"/>
    <w:rsid w:val="008426EB"/>
    <w:rsid w:val="00847ACF"/>
    <w:rsid w:val="008548CA"/>
    <w:rsid w:val="00861C58"/>
    <w:rsid w:val="0087273A"/>
    <w:rsid w:val="00874202"/>
    <w:rsid w:val="00881AD5"/>
    <w:rsid w:val="00894797"/>
    <w:rsid w:val="00897252"/>
    <w:rsid w:val="008A40A1"/>
    <w:rsid w:val="008C1BEE"/>
    <w:rsid w:val="008C4464"/>
    <w:rsid w:val="008C5231"/>
    <w:rsid w:val="008E1C90"/>
    <w:rsid w:val="009065F5"/>
    <w:rsid w:val="0091095C"/>
    <w:rsid w:val="00927A59"/>
    <w:rsid w:val="009329B9"/>
    <w:rsid w:val="009330E5"/>
    <w:rsid w:val="0094791D"/>
    <w:rsid w:val="00956610"/>
    <w:rsid w:val="00986ABA"/>
    <w:rsid w:val="009A0D15"/>
    <w:rsid w:val="009A4FC0"/>
    <w:rsid w:val="009A6483"/>
    <w:rsid w:val="009A75C0"/>
    <w:rsid w:val="009C4F57"/>
    <w:rsid w:val="009D14A2"/>
    <w:rsid w:val="009F0AF5"/>
    <w:rsid w:val="009F46D2"/>
    <w:rsid w:val="009F4770"/>
    <w:rsid w:val="00A02FDD"/>
    <w:rsid w:val="00A07452"/>
    <w:rsid w:val="00A14D89"/>
    <w:rsid w:val="00A17EB7"/>
    <w:rsid w:val="00A21755"/>
    <w:rsid w:val="00A2326C"/>
    <w:rsid w:val="00A60458"/>
    <w:rsid w:val="00A6152D"/>
    <w:rsid w:val="00A61D85"/>
    <w:rsid w:val="00A64EB4"/>
    <w:rsid w:val="00A67B9B"/>
    <w:rsid w:val="00A95469"/>
    <w:rsid w:val="00AA3A1B"/>
    <w:rsid w:val="00AB7475"/>
    <w:rsid w:val="00AC7D33"/>
    <w:rsid w:val="00AD07D0"/>
    <w:rsid w:val="00AE4BF8"/>
    <w:rsid w:val="00AE5902"/>
    <w:rsid w:val="00AE6515"/>
    <w:rsid w:val="00AF7757"/>
    <w:rsid w:val="00B1105D"/>
    <w:rsid w:val="00B11273"/>
    <w:rsid w:val="00B119C6"/>
    <w:rsid w:val="00B13C5B"/>
    <w:rsid w:val="00B24B96"/>
    <w:rsid w:val="00B269AE"/>
    <w:rsid w:val="00B340B2"/>
    <w:rsid w:val="00B36FD4"/>
    <w:rsid w:val="00B62FD1"/>
    <w:rsid w:val="00B7231A"/>
    <w:rsid w:val="00B758EB"/>
    <w:rsid w:val="00B9371E"/>
    <w:rsid w:val="00BA7267"/>
    <w:rsid w:val="00BE4985"/>
    <w:rsid w:val="00BF0F2B"/>
    <w:rsid w:val="00BF4EBD"/>
    <w:rsid w:val="00BF7F91"/>
    <w:rsid w:val="00C070AA"/>
    <w:rsid w:val="00C07D07"/>
    <w:rsid w:val="00C145BB"/>
    <w:rsid w:val="00C213F3"/>
    <w:rsid w:val="00C25001"/>
    <w:rsid w:val="00C33312"/>
    <w:rsid w:val="00C63864"/>
    <w:rsid w:val="00C64033"/>
    <w:rsid w:val="00C65FF0"/>
    <w:rsid w:val="00C66935"/>
    <w:rsid w:val="00C90D2B"/>
    <w:rsid w:val="00C97D2E"/>
    <w:rsid w:val="00CA311A"/>
    <w:rsid w:val="00CA4A29"/>
    <w:rsid w:val="00CA519F"/>
    <w:rsid w:val="00CB272F"/>
    <w:rsid w:val="00CB6849"/>
    <w:rsid w:val="00CC1E67"/>
    <w:rsid w:val="00D07B1D"/>
    <w:rsid w:val="00D10FE2"/>
    <w:rsid w:val="00D20DBD"/>
    <w:rsid w:val="00D21E9B"/>
    <w:rsid w:val="00D22703"/>
    <w:rsid w:val="00D37D8B"/>
    <w:rsid w:val="00D43CBF"/>
    <w:rsid w:val="00D463C8"/>
    <w:rsid w:val="00D539C5"/>
    <w:rsid w:val="00D62206"/>
    <w:rsid w:val="00D66C76"/>
    <w:rsid w:val="00D70991"/>
    <w:rsid w:val="00D8165B"/>
    <w:rsid w:val="00D93DE2"/>
    <w:rsid w:val="00DA2702"/>
    <w:rsid w:val="00DA5365"/>
    <w:rsid w:val="00DB120A"/>
    <w:rsid w:val="00DC3F32"/>
    <w:rsid w:val="00DC7AD3"/>
    <w:rsid w:val="00DD2F12"/>
    <w:rsid w:val="00DD31D8"/>
    <w:rsid w:val="00DD7981"/>
    <w:rsid w:val="00DF02C1"/>
    <w:rsid w:val="00E0396B"/>
    <w:rsid w:val="00E23BEC"/>
    <w:rsid w:val="00E25294"/>
    <w:rsid w:val="00E437DE"/>
    <w:rsid w:val="00E552CF"/>
    <w:rsid w:val="00E626ED"/>
    <w:rsid w:val="00E70619"/>
    <w:rsid w:val="00E73DA5"/>
    <w:rsid w:val="00E83E38"/>
    <w:rsid w:val="00E937A9"/>
    <w:rsid w:val="00EA5273"/>
    <w:rsid w:val="00EB14D3"/>
    <w:rsid w:val="00EB1640"/>
    <w:rsid w:val="00EC238D"/>
    <w:rsid w:val="00EC3AA8"/>
    <w:rsid w:val="00ED3CA5"/>
    <w:rsid w:val="00EF646F"/>
    <w:rsid w:val="00EF6BF8"/>
    <w:rsid w:val="00F13DAE"/>
    <w:rsid w:val="00F26A34"/>
    <w:rsid w:val="00F27F78"/>
    <w:rsid w:val="00F35116"/>
    <w:rsid w:val="00F6026C"/>
    <w:rsid w:val="00F6186F"/>
    <w:rsid w:val="00F8408D"/>
    <w:rsid w:val="00FA3216"/>
    <w:rsid w:val="00FA75E5"/>
    <w:rsid w:val="00FD4B1F"/>
    <w:rsid w:val="00FE2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D37D8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37D8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A2A6F"/>
    <w:pPr>
      <w:ind w:left="720"/>
      <w:contextualSpacing/>
    </w:pPr>
  </w:style>
  <w:style w:type="character" w:styleId="aa">
    <w:name w:val="annotation reference"/>
    <w:basedOn w:val="a0"/>
    <w:semiHidden/>
    <w:unhideWhenUsed/>
    <w:rsid w:val="00806CE7"/>
    <w:rPr>
      <w:sz w:val="16"/>
      <w:szCs w:val="16"/>
    </w:rPr>
  </w:style>
  <w:style w:type="paragraph" w:styleId="ab">
    <w:name w:val="annotation text"/>
    <w:basedOn w:val="a"/>
    <w:link w:val="ac"/>
    <w:semiHidden/>
    <w:unhideWhenUsed/>
    <w:rsid w:val="00806CE7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semiHidden/>
    <w:rsid w:val="00806CE7"/>
  </w:style>
  <w:style w:type="paragraph" w:styleId="ad">
    <w:name w:val="annotation subject"/>
    <w:basedOn w:val="ab"/>
    <w:next w:val="ab"/>
    <w:link w:val="ae"/>
    <w:semiHidden/>
    <w:unhideWhenUsed/>
    <w:rsid w:val="00806CE7"/>
    <w:rPr>
      <w:b/>
      <w:bCs/>
    </w:rPr>
  </w:style>
  <w:style w:type="character" w:customStyle="1" w:styleId="ae">
    <w:name w:val="Тема примечания Знак"/>
    <w:basedOn w:val="ac"/>
    <w:link w:val="ad"/>
    <w:semiHidden/>
    <w:rsid w:val="00806CE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D37D8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37D8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A2A6F"/>
    <w:pPr>
      <w:ind w:left="720"/>
      <w:contextualSpacing/>
    </w:pPr>
  </w:style>
  <w:style w:type="character" w:styleId="aa">
    <w:name w:val="annotation reference"/>
    <w:basedOn w:val="a0"/>
    <w:semiHidden/>
    <w:unhideWhenUsed/>
    <w:rsid w:val="00806CE7"/>
    <w:rPr>
      <w:sz w:val="16"/>
      <w:szCs w:val="16"/>
    </w:rPr>
  </w:style>
  <w:style w:type="paragraph" w:styleId="ab">
    <w:name w:val="annotation text"/>
    <w:basedOn w:val="a"/>
    <w:link w:val="ac"/>
    <w:semiHidden/>
    <w:unhideWhenUsed/>
    <w:rsid w:val="00806CE7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semiHidden/>
    <w:rsid w:val="00806CE7"/>
  </w:style>
  <w:style w:type="paragraph" w:styleId="ad">
    <w:name w:val="annotation subject"/>
    <w:basedOn w:val="ab"/>
    <w:next w:val="ab"/>
    <w:link w:val="ae"/>
    <w:semiHidden/>
    <w:unhideWhenUsed/>
    <w:rsid w:val="00806CE7"/>
    <w:rPr>
      <w:b/>
      <w:bCs/>
    </w:rPr>
  </w:style>
  <w:style w:type="character" w:customStyle="1" w:styleId="ae">
    <w:name w:val="Тема примечания Знак"/>
    <w:basedOn w:val="ac"/>
    <w:link w:val="ad"/>
    <w:semiHidden/>
    <w:rsid w:val="00806C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0;&#1076;&#1084;&#1080;&#1085;&#1080;&#1089;&#1090;&#1088;&#1072;&#1094;&#1080;&#1103;\&#1043;&#1044;5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50CC05-74C7-4217-9B2A-3EB5165AF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ГД5_Решение.dot</Template>
  <TotalTime>2</TotalTime>
  <Pages>3</Pages>
  <Words>807</Words>
  <Characters>4602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5399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Евстигнеев Константин Владимирович</dc:creator>
  <cp:lastModifiedBy>Городская Дума города Усть-Илимска</cp:lastModifiedBy>
  <cp:revision>3</cp:revision>
  <cp:lastPrinted>2025-09-16T02:39:00Z</cp:lastPrinted>
  <dcterms:created xsi:type="dcterms:W3CDTF">2025-09-12T01:01:00Z</dcterms:created>
  <dcterms:modified xsi:type="dcterms:W3CDTF">2025-09-16T02:39:00Z</dcterms:modified>
</cp:coreProperties>
</file>